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napToGrid w:val="0"/>
        <w:rPr>
          <w:rFonts w:ascii="微软雅黑" w:hAnsi="微软雅黑" w:eastAsia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-480695</wp:posOffset>
                </wp:positionV>
                <wp:extent cx="7640955" cy="10741660"/>
                <wp:effectExtent l="0" t="0" r="17145" b="254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795" y="219075"/>
                          <a:ext cx="7640955" cy="10741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25pt;margin-top:-37.85pt;height:845.8pt;width:601.65pt;z-index:-251659264;v-text-anchor:middle;mso-width-relative:page;mso-height-relative:page;" fillcolor="#FFFFFF [3212]" filled="t" stroked="f" coordsize="21600,21600" o:gfxdata="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rb3Kg2wAAAA0BAAAPAAAAAAAAAAEAIAAAACIAAABkcnMvZG93bnJldi54bWxQSwECFAAUAAAA&#10;CACHTuJAn8ib+F0CAACJBAAADgAAAAAAAAABACAAAAAq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7277100</wp:posOffset>
                </wp:positionV>
                <wp:extent cx="143510" cy="143510"/>
                <wp:effectExtent l="0" t="0" r="8890" b="8890"/>
                <wp:wrapNone/>
                <wp:docPr id="173" name="Freeform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905 w 4545"/>
                            <a:gd name="T1" fmla="*/ 2640 h 4545"/>
                            <a:gd name="T2" fmla="*/ 1302 w 4545"/>
                            <a:gd name="T3" fmla="*/ 1588 h 4545"/>
                            <a:gd name="T4" fmla="*/ 1329 w 4545"/>
                            <a:gd name="T5" fmla="*/ 581 h 4545"/>
                            <a:gd name="T6" fmla="*/ 295 w 4545"/>
                            <a:gd name="T7" fmla="*/ 702 h 4545"/>
                            <a:gd name="T8" fmla="*/ 1365 w 4545"/>
                            <a:gd name="T9" fmla="*/ 3180 h 4545"/>
                            <a:gd name="T10" fmla="*/ 3843 w 4545"/>
                            <a:gd name="T11" fmla="*/ 4250 h 4545"/>
                            <a:gd name="T12" fmla="*/ 3964 w 4545"/>
                            <a:gd name="T13" fmla="*/ 3217 h 4545"/>
                            <a:gd name="T14" fmla="*/ 2957 w 4545"/>
                            <a:gd name="T15" fmla="*/ 3243 h 4545"/>
                            <a:gd name="T16" fmla="*/ 1905 w 4545"/>
                            <a:gd name="T17" fmla="*/ 2640 h 4545"/>
                            <a:gd name="T18" fmla="*/ 1905 w 4545"/>
                            <a:gd name="T19" fmla="*/ 2640 h 45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545" h="4545">
                              <a:moveTo>
                                <a:pt x="1905" y="2640"/>
                              </a:moveTo>
                              <a:cubicBezTo>
                                <a:pt x="1502" y="2238"/>
                                <a:pt x="1118" y="1772"/>
                                <a:pt x="1302" y="1588"/>
                              </a:cubicBezTo>
                              <a:cubicBezTo>
                                <a:pt x="1566" y="1324"/>
                                <a:pt x="1795" y="1162"/>
                                <a:pt x="1329" y="581"/>
                              </a:cubicBezTo>
                              <a:cubicBezTo>
                                <a:pt x="862" y="0"/>
                                <a:pt x="550" y="446"/>
                                <a:pt x="295" y="702"/>
                              </a:cubicBezTo>
                              <a:cubicBezTo>
                                <a:pt x="0" y="996"/>
                                <a:pt x="279" y="2095"/>
                                <a:pt x="1365" y="3180"/>
                              </a:cubicBezTo>
                              <a:cubicBezTo>
                                <a:pt x="2450" y="4265"/>
                                <a:pt x="3549" y="4545"/>
                                <a:pt x="3843" y="4250"/>
                              </a:cubicBezTo>
                              <a:cubicBezTo>
                                <a:pt x="4099" y="3995"/>
                                <a:pt x="4545" y="3684"/>
                                <a:pt x="3964" y="3217"/>
                              </a:cubicBezTo>
                              <a:cubicBezTo>
                                <a:pt x="3383" y="2750"/>
                                <a:pt x="3221" y="2979"/>
                                <a:pt x="2957" y="3243"/>
                              </a:cubicBezTo>
                              <a:cubicBezTo>
                                <a:pt x="2773" y="3426"/>
                                <a:pt x="2307" y="3042"/>
                                <a:pt x="1905" y="2640"/>
                              </a:cubicBezTo>
                              <a:cubicBezTo>
                                <a:pt x="1905" y="2640"/>
                                <a:pt x="1905" y="2640"/>
                                <a:pt x="1905" y="26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617D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232.7pt;margin-top:573pt;height:11.3pt;width:11.3pt;z-index:251670528;mso-width-relative:page;mso-height-relative:page;" fillcolor="#25617D" filled="t" stroked="f" coordsize="4545,4545" o:gfxdata="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doyDadgAAAANAQAADwAAAAAAAAABACAAAAAiAAAAZHJzL2Rvd25y&#10;ZXYueG1sUEsBAhQAFAAAAAgAh07iQAiMcfY4BAAA+AwAAA4AAAAAAAAAAQAgAAAAJwEAAGRycy9l&#10;Mm9Eb2MueG1sUEsFBgAAAAAGAAYAWQEAANEHAAAAAA==&#10;" path="m1905,2640c1502,2238,1118,1772,1302,1588c1566,1324,1795,1162,1329,581c862,0,550,446,295,702c0,996,279,2095,1365,3180c2450,4265,3549,4545,3843,4250c4099,3995,4545,3684,3964,3217c3383,2750,3221,2979,2957,3243c2773,3426,2307,3042,1905,2640c1905,2640,1905,2640,1905,2640xe">
                <v:path o:connectlocs="60151,83358;41111,50141;41963,18345;9314,22165;43100,100409;121344,134195;125164,101577;93368,102398;60151,83358;60151,83358" o:connectangles="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7644765</wp:posOffset>
                </wp:positionV>
                <wp:extent cx="143510" cy="117475"/>
                <wp:effectExtent l="0" t="0" r="8890" b="0"/>
                <wp:wrapNone/>
                <wp:docPr id="336" name="Freeform 1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17475"/>
                        </a:xfrm>
                        <a:custGeom>
                          <a:avLst/>
                          <a:gdLst>
                            <a:gd name="T0" fmla="*/ 3585 w 4099"/>
                            <a:gd name="T1" fmla="*/ 3358 h 3358"/>
                            <a:gd name="T2" fmla="*/ 514 w 4099"/>
                            <a:gd name="T3" fmla="*/ 3358 h 3358"/>
                            <a:gd name="T4" fmla="*/ 0 w 4099"/>
                            <a:gd name="T5" fmla="*/ 2878 h 3358"/>
                            <a:gd name="T6" fmla="*/ 0 w 4099"/>
                            <a:gd name="T7" fmla="*/ 900 h 3358"/>
                            <a:gd name="T8" fmla="*/ 1897 w 4099"/>
                            <a:gd name="T9" fmla="*/ 2014 h 3358"/>
                            <a:gd name="T10" fmla="*/ 1919 w 4099"/>
                            <a:gd name="T11" fmla="*/ 2037 h 3358"/>
                            <a:gd name="T12" fmla="*/ 2162 w 4099"/>
                            <a:gd name="T13" fmla="*/ 2037 h 3358"/>
                            <a:gd name="T14" fmla="*/ 4099 w 4099"/>
                            <a:gd name="T15" fmla="*/ 906 h 3358"/>
                            <a:gd name="T16" fmla="*/ 4099 w 4099"/>
                            <a:gd name="T17" fmla="*/ 2878 h 3358"/>
                            <a:gd name="T18" fmla="*/ 3585 w 4099"/>
                            <a:gd name="T19" fmla="*/ 3358 h 3358"/>
                            <a:gd name="T20" fmla="*/ 2049 w 4099"/>
                            <a:gd name="T21" fmla="*/ 1816 h 3358"/>
                            <a:gd name="T22" fmla="*/ 120 w 4099"/>
                            <a:gd name="T23" fmla="*/ 684 h 3358"/>
                            <a:gd name="T24" fmla="*/ 0 w 4099"/>
                            <a:gd name="T25" fmla="*/ 637 h 3358"/>
                            <a:gd name="T26" fmla="*/ 0 w 4099"/>
                            <a:gd name="T27" fmla="*/ 479 h 3358"/>
                            <a:gd name="T28" fmla="*/ 514 w 4099"/>
                            <a:gd name="T29" fmla="*/ 0 h 3358"/>
                            <a:gd name="T30" fmla="*/ 3585 w 4099"/>
                            <a:gd name="T31" fmla="*/ 0 h 3358"/>
                            <a:gd name="T32" fmla="*/ 4099 w 4099"/>
                            <a:gd name="T33" fmla="*/ 479 h 3358"/>
                            <a:gd name="T34" fmla="*/ 4099 w 4099"/>
                            <a:gd name="T35" fmla="*/ 640 h 3358"/>
                            <a:gd name="T36" fmla="*/ 3983 w 4099"/>
                            <a:gd name="T37" fmla="*/ 686 h 3358"/>
                            <a:gd name="T38" fmla="*/ 2049 w 4099"/>
                            <a:gd name="T39" fmla="*/ 1816 h 3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4099" h="3358">
                              <a:moveTo>
                                <a:pt x="3585" y="3358"/>
                              </a:moveTo>
                              <a:cubicBezTo>
                                <a:pt x="514" y="3358"/>
                                <a:pt x="514" y="3358"/>
                                <a:pt x="514" y="3358"/>
                              </a:cubicBezTo>
                              <a:cubicBezTo>
                                <a:pt x="230" y="3358"/>
                                <a:pt x="0" y="3143"/>
                                <a:pt x="0" y="2878"/>
                              </a:cubicBezTo>
                              <a:cubicBezTo>
                                <a:pt x="0" y="900"/>
                                <a:pt x="0" y="900"/>
                                <a:pt x="0" y="900"/>
                              </a:cubicBezTo>
                              <a:cubicBezTo>
                                <a:pt x="1897" y="2014"/>
                                <a:pt x="1897" y="2014"/>
                                <a:pt x="1897" y="2014"/>
                              </a:cubicBezTo>
                              <a:cubicBezTo>
                                <a:pt x="1904" y="2021"/>
                                <a:pt x="1910" y="2028"/>
                                <a:pt x="1919" y="2037"/>
                              </a:cubicBezTo>
                              <a:cubicBezTo>
                                <a:pt x="1986" y="2100"/>
                                <a:pt x="2095" y="2100"/>
                                <a:pt x="2162" y="2037"/>
                              </a:cubicBezTo>
                              <a:cubicBezTo>
                                <a:pt x="4099" y="906"/>
                                <a:pt x="4099" y="906"/>
                                <a:pt x="4099" y="906"/>
                              </a:cubicBezTo>
                              <a:cubicBezTo>
                                <a:pt x="4099" y="2878"/>
                                <a:pt x="4099" y="2878"/>
                                <a:pt x="4099" y="2878"/>
                              </a:cubicBezTo>
                              <a:cubicBezTo>
                                <a:pt x="4099" y="3143"/>
                                <a:pt x="3869" y="3358"/>
                                <a:pt x="3585" y="3358"/>
                              </a:cubicBezTo>
                              <a:close/>
                              <a:moveTo>
                                <a:pt x="2049" y="1816"/>
                              </a:moveTo>
                              <a:cubicBezTo>
                                <a:pt x="120" y="684"/>
                                <a:pt x="120" y="684"/>
                                <a:pt x="120" y="684"/>
                              </a:cubicBezTo>
                              <a:cubicBezTo>
                                <a:pt x="87" y="653"/>
                                <a:pt x="43" y="637"/>
                                <a:pt x="0" y="637"/>
                              </a:cubicBezTo>
                              <a:cubicBezTo>
                                <a:pt x="0" y="479"/>
                                <a:pt x="0" y="479"/>
                                <a:pt x="0" y="479"/>
                              </a:cubicBezTo>
                              <a:cubicBezTo>
                                <a:pt x="0" y="214"/>
                                <a:pt x="230" y="0"/>
                                <a:pt x="514" y="0"/>
                              </a:cubicBezTo>
                              <a:cubicBezTo>
                                <a:pt x="3585" y="0"/>
                                <a:pt x="3585" y="0"/>
                                <a:pt x="3585" y="0"/>
                              </a:cubicBezTo>
                              <a:cubicBezTo>
                                <a:pt x="3869" y="0"/>
                                <a:pt x="4099" y="214"/>
                                <a:pt x="4099" y="479"/>
                              </a:cubicBezTo>
                              <a:cubicBezTo>
                                <a:pt x="4099" y="640"/>
                                <a:pt x="4099" y="640"/>
                                <a:pt x="4099" y="640"/>
                              </a:cubicBezTo>
                              <a:cubicBezTo>
                                <a:pt x="4057" y="641"/>
                                <a:pt x="4015" y="656"/>
                                <a:pt x="3983" y="686"/>
                              </a:cubicBezTo>
                              <a:lnTo>
                                <a:pt x="2049" y="18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617D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90" o:spid="_x0000_s1026" o:spt="100" style="position:absolute;left:0pt;margin-left:232.45pt;margin-top:601.95pt;height:9.25pt;width:11.3pt;z-index:251671552;mso-width-relative:page;mso-height-relative:page;" fillcolor="#25617D" filled="t" stroked="f" coordsize="4099,3358" o:gfxdata="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" path="m3585,3358c514,3358,514,3358,514,3358c230,3358,0,3143,0,2878c0,900,0,900,0,900c1897,2014,1897,2014,1897,2014c1904,2021,1910,2028,1919,2037c1986,2100,2095,2100,2162,2037c4099,906,4099,906,4099,906c4099,2878,4099,2878,4099,2878c4099,3143,3869,3358,3585,3358xm2049,1816c120,684,120,684,120,684c87,653,43,637,0,637c0,479,0,479,0,479c0,214,230,0,514,0c3585,0,3585,0,3585,0c3869,0,4099,214,4099,479c4099,640,4099,640,4099,640c4057,641,4015,656,3983,686l2049,1816xe">
                <v:path o:connectlocs="125514,117475;17995,117475;0,100682;0,31485;66415,70457;67186,71261;75693,71261;143510,31695;143510,100682;125514,117475;71737,63530;4201,23928;0,22284;0,16757;17995,0;125514,0;143510,16757;143510,22389;139448,23998;71737,63530" o:connectangles="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5991225</wp:posOffset>
                </wp:positionV>
                <wp:extent cx="2047875" cy="1143000"/>
                <wp:effectExtent l="0" t="0" r="0" b="0"/>
                <wp:wrapNone/>
                <wp:docPr id="386" name="文本框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25617D"/>
                                <w:spacing w:val="60"/>
                                <w:sz w:val="5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5617D"/>
                                <w:spacing w:val="60"/>
                                <w:sz w:val="56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25pt;margin-top:471.75pt;height:90pt;width:161.25pt;z-index:251666432;mso-width-relative:page;mso-height-relative:page;" filled="f" stroked="f" coordsize="21600,21600" o:gfxdata="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XkdQvXAAAADAEAAA8AAAAAAAAAAQAgAAAAIgAAAGRycy9kb3ducmV2LnhtbFBLAQIUABQA&#10;AAAIAIdO4kDVTpQNKgIAACsEAAAOAAAAAAAAAAEAIAAAACY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25617D"/>
                          <w:spacing w:val="60"/>
                          <w:sz w:val="5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5617D"/>
                          <w:spacing w:val="60"/>
                          <w:sz w:val="56"/>
                          <w:lang w:eastAsia="zh-CN"/>
                        </w:rPr>
                        <w:t>幸运日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</w:rPr>
                        <w:t>意向：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</w:rPr>
                        <w:t>运营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7181850</wp:posOffset>
                </wp:positionV>
                <wp:extent cx="1835785" cy="1552575"/>
                <wp:effectExtent l="0" t="0" r="0" b="0"/>
                <wp:wrapNone/>
                <wp:docPr id="39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135-0000-0000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xingyunri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49.75pt;margin-top:565.5pt;height:122.25pt;width:144.55pt;z-index:251668480;mso-width-relative:page;mso-height-relative:page;" filled="f" stroked="f" coordsize="21600,21600" o:gfxdata="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diFI2QAAAA0BAAAPAAAAAAAAAAEAIAAAACIAAABkcnMvZG93bnJldi54bWxQSwECFAAU&#10;AAAACACHTuJA0zJxGikCAAApBAAADgAAAAAAAAABACAAAAAo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135-0000-0000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xingyunri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</w:p>
    <w:p>
      <w:pPr>
        <w:widowControl/>
        <w:jc w:val="left"/>
        <w:rPr>
          <w:rFonts w:ascii="微软雅黑" w:hAnsi="微软雅黑" w:eastAsia="微软雅黑"/>
        </w:rPr>
      </w:pPr>
      <w:r>
        <w:rPr>
          <w:sz w:val="21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3112770</wp:posOffset>
            </wp:positionV>
            <wp:extent cx="1991995" cy="1993265"/>
            <wp:effectExtent l="0" t="0" r="0" b="0"/>
            <wp:wrapNone/>
            <wp:docPr id="2" name="图片 2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1993265"/>
                    </a:xfrm>
                    <a:prstGeom prst="ellipse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1583055</wp:posOffset>
                </wp:positionV>
                <wp:extent cx="2261235" cy="8375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60000">
                          <a:off x="2515870" y="4352290"/>
                          <a:ext cx="2261235" cy="83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56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56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75pt;margin-top:124.65pt;height:65.95pt;width:178.05pt;rotation:-2883584f;z-index:251748352;mso-width-relative:page;mso-height-relative:page;" filled="f" stroked="f" coordsize="21600,21600" o:gfxdata="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wacTo2AAAAAsBAAAPAAAAAAAAAAEAIAAAACIAAABkcnMvZG93bnJldi54&#10;bWxQSwECFAAUAAAACACHTuJAJKziNzMCAAAzBAAADgAAAAAAAAABACAAAAAn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56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56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683260</wp:posOffset>
                </wp:positionV>
                <wp:extent cx="3371850" cy="10229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67549">
                          <a:off x="0" y="0"/>
                          <a:ext cx="3371850" cy="102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ascii="Arial" w:hAnsi="Arial" w:eastAsia="微软雅黑" w:cs="Arial"/>
                                <w:color w:val="25617D"/>
                                <w:spacing w:val="20"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color w:val="25617D"/>
                                <w:spacing w:val="20"/>
                                <w:sz w:val="72"/>
                                <w:szCs w:val="52"/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9pt;margin-top:53.8pt;height:80.55pt;width:265.5pt;rotation:-2875338f;z-index:251747328;mso-width-relative:page;mso-height-relative:page;" filled="f" stroked="f" coordsize="21600,21600" o:gfxdata="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C2Xmp3AAAAAsBAAAPAAAAAAAAAAEAIAAAACIAAABkcnMvZG93bnJldi54bWxQ&#10;SwECFAAUAAAACACHTuJAmZsPiiwCAAA2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auto"/>
                        <w:jc w:val="center"/>
                        <w:rPr>
                          <w:rFonts w:ascii="Arial" w:hAnsi="Arial" w:eastAsia="微软雅黑" w:cs="Arial"/>
                          <w:color w:val="25617D"/>
                          <w:spacing w:val="20"/>
                          <w:sz w:val="56"/>
                          <w:szCs w:val="48"/>
                        </w:rPr>
                      </w:pPr>
                      <w:r>
                        <w:rPr>
                          <w:rFonts w:ascii="Arial" w:hAnsi="Arial" w:eastAsia="微软雅黑" w:cs="Arial"/>
                          <w:color w:val="25617D"/>
                          <w:spacing w:val="20"/>
                          <w:sz w:val="72"/>
                          <w:szCs w:val="52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-5172710</wp:posOffset>
                </wp:positionH>
                <wp:positionV relativeFrom="paragraph">
                  <wp:posOffset>2380615</wp:posOffset>
                </wp:positionV>
                <wp:extent cx="13286105" cy="762000"/>
                <wp:effectExtent l="0" t="4514850" r="0" b="4514850"/>
                <wp:wrapNone/>
                <wp:docPr id="1" name="平行四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5742">
                          <a:off x="0" y="0"/>
                          <a:ext cx="13286283" cy="762000"/>
                        </a:xfrm>
                        <a:prstGeom prst="parallelogram">
                          <a:avLst/>
                        </a:prstGeom>
                        <a:solidFill>
                          <a:srgbClr val="2561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-407.3pt;margin-top:187.45pt;height:60pt;width:1046.15pt;rotation:-2877312f;z-index:251658240;v-text-anchor:middle;mso-width-relative:page;mso-height-relative:page;" fillcolor="#25617D" filled="t" stroked="f" coordsize="21600,21600" o:gfxdata="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jwEEr2QAAAA0BAAAPAAAAAAAAAAEAIAAAACIAAABkcnMvZG93&#10;bnJldi54bWxQSwECFAAUAAAACACHTuJACBSA6HECAACfBAAADgAAAAAAAAABACAAAAAoAQAAZHJz&#10;L2Uyb0RvYy54bWxQSwUGAAAAAAYABgBZAQAACwYAAAAA&#10;" adj="31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263F02"/>
    <w:rsid w:val="00104A0E"/>
    <w:rsid w:val="00211968"/>
    <w:rsid w:val="003061C3"/>
    <w:rsid w:val="00311A52"/>
    <w:rsid w:val="003B06CA"/>
    <w:rsid w:val="003D0F6A"/>
    <w:rsid w:val="00632513"/>
    <w:rsid w:val="00685D50"/>
    <w:rsid w:val="0094053F"/>
    <w:rsid w:val="00A82923"/>
    <w:rsid w:val="00AB2FEE"/>
    <w:rsid w:val="00B22193"/>
    <w:rsid w:val="00D41F4F"/>
    <w:rsid w:val="00DA2881"/>
    <w:rsid w:val="00DF3C2A"/>
    <w:rsid w:val="00E44648"/>
    <w:rsid w:val="08AE710A"/>
    <w:rsid w:val="0D611B83"/>
    <w:rsid w:val="0FE97E8B"/>
    <w:rsid w:val="28B716EB"/>
    <w:rsid w:val="423D55B8"/>
    <w:rsid w:val="42640A74"/>
    <w:rsid w:val="5A836943"/>
    <w:rsid w:val="5B3016B1"/>
    <w:rsid w:val="6E263F02"/>
    <w:rsid w:val="6F1C4FB3"/>
    <w:rsid w:val="73923699"/>
    <w:rsid w:val="73966E26"/>
    <w:rsid w:val="7B8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&#23553;&#38754;+&#31616;&#21382;+&#33258;&#33616;&#20449;+&#23553;&#24213;&#27714;&#32844;&#31616;&#21382;&#22871;&#39184;&#31616;&#27905;&#39118;&#26684;2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简历封面+简历+自荐信+封底求职简历套餐简洁风格2.docx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2017-07-18T14:32:00Z</dcterms:created>
  <dc:creator>kedao</dc:creator>
  <cp:lastModifiedBy>WPS_1528193819</cp:lastModifiedBy>
  <dcterms:modified xsi:type="dcterms:W3CDTF">2018-07-26T06:10:12Z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